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5A" w:rsidRPr="00F73087" w:rsidRDefault="0013755A" w:rsidP="0013755A">
      <w:pPr>
        <w:pStyle w:val="berschrift1"/>
        <w:spacing w:after="120"/>
        <w:rPr>
          <w:rFonts w:ascii="Arial" w:hAnsi="Arial" w:cs="Arial"/>
          <w:sz w:val="40"/>
          <w:szCs w:val="32"/>
          <w:lang w:val="en-US"/>
        </w:rPr>
      </w:pPr>
      <w:bookmarkStart w:id="0" w:name="_GoBack"/>
      <w:bookmarkEnd w:id="0"/>
      <w:r w:rsidRPr="0013755A">
        <w:rPr>
          <w:rFonts w:ascii="Arial" w:hAnsi="Arial" w:cs="Arial"/>
          <w:sz w:val="32"/>
          <w:szCs w:val="32"/>
          <w:lang w:val="en-US"/>
        </w:rPr>
        <w:br/>
      </w:r>
    </w:p>
    <w:p w:rsidR="0013755A" w:rsidRPr="00923A53" w:rsidRDefault="00923A53" w:rsidP="0013755A">
      <w:pPr>
        <w:pStyle w:val="berschrift1"/>
        <w:spacing w:after="120"/>
        <w:rPr>
          <w:rFonts w:ascii="Arial" w:hAnsi="Arial" w:cs="Arial"/>
          <w:bCs/>
          <w:sz w:val="32"/>
          <w:szCs w:val="32"/>
        </w:rPr>
      </w:pPr>
      <w:r w:rsidRPr="00923A53">
        <w:rPr>
          <w:rFonts w:ascii="Arial" w:hAnsi="Arial" w:cs="Arial"/>
          <w:bCs/>
          <w:sz w:val="32"/>
          <w:szCs w:val="32"/>
        </w:rPr>
        <w:t>Mit 0-10-21 zum ebm-papst Marathon</w:t>
      </w:r>
      <w:r w:rsidR="0013755A" w:rsidRPr="00923A53">
        <w:rPr>
          <w:rFonts w:ascii="Arial" w:hAnsi="Arial" w:cs="Arial"/>
          <w:iCs/>
          <w:sz w:val="32"/>
          <w:szCs w:val="32"/>
        </w:rPr>
        <w:t>.</w:t>
      </w:r>
    </w:p>
    <w:p w:rsidR="00923A53" w:rsidRDefault="00923A53" w:rsidP="00923A53">
      <w:pPr>
        <w:rPr>
          <w:sz w:val="24"/>
          <w:szCs w:val="24"/>
        </w:rPr>
      </w:pPr>
      <w:r>
        <w:rPr>
          <w:sz w:val="24"/>
          <w:szCs w:val="24"/>
        </w:rPr>
        <w:t xml:space="preserve">Wer die emotionale Atmosphäre bei den Zieleinläufen des ebm-papst Marathons schon einmal als Zuschauer vom Streckenrand beobachtet hat, der kennt das Gefühl: Das würde man auch gerne erleben! </w:t>
      </w:r>
    </w:p>
    <w:p w:rsidR="00865FCC" w:rsidRPr="00923A53" w:rsidRDefault="00865FCC" w:rsidP="002B10BE">
      <w:pPr>
        <w:pStyle w:val="berschrift1"/>
        <w:rPr>
          <w:rFonts w:ascii="Arial" w:hAnsi="Arial" w:cs="Arial"/>
        </w:rPr>
      </w:pPr>
    </w:p>
    <w:p w:rsidR="00D55946" w:rsidRPr="007C5984" w:rsidRDefault="00D55946" w:rsidP="006D2FDD">
      <w:pPr>
        <w:pStyle w:val="berschrift1"/>
        <w:rPr>
          <w:rFonts w:ascii="Arial" w:hAnsi="Arial" w:cs="Arial"/>
          <w:b w:val="0"/>
        </w:rPr>
      </w:pPr>
      <w:r w:rsidRPr="007C5984">
        <w:rPr>
          <w:rFonts w:ascii="Arial" w:hAnsi="Arial" w:cs="Arial"/>
          <w:b w:val="0"/>
        </w:rPr>
        <w:t>Mulfingen</w:t>
      </w:r>
      <w:r w:rsidR="0013755A" w:rsidRPr="007C5984">
        <w:rPr>
          <w:rFonts w:ascii="Arial" w:hAnsi="Arial" w:cs="Arial"/>
          <w:b w:val="0"/>
        </w:rPr>
        <w:t xml:space="preserve">, </w:t>
      </w:r>
      <w:r w:rsidR="00F22A86">
        <w:rPr>
          <w:rFonts w:ascii="Arial" w:hAnsi="Arial" w:cs="Arial"/>
          <w:b w:val="0"/>
          <w:lang w:val="en-US"/>
        </w:rPr>
        <w:fldChar w:fldCharType="begin"/>
      </w:r>
      <w:r w:rsidR="00F22A86">
        <w:rPr>
          <w:rFonts w:ascii="Arial" w:hAnsi="Arial" w:cs="Arial"/>
          <w:b w:val="0"/>
        </w:rPr>
        <w:instrText xml:space="preserve"> TIME \@ "dd.MM.yyyy" </w:instrText>
      </w:r>
      <w:r w:rsidR="00F22A86">
        <w:rPr>
          <w:rFonts w:ascii="Arial" w:hAnsi="Arial" w:cs="Arial"/>
          <w:b w:val="0"/>
          <w:lang w:val="en-US"/>
        </w:rPr>
        <w:fldChar w:fldCharType="separate"/>
      </w:r>
      <w:r w:rsidR="00C72004">
        <w:rPr>
          <w:rFonts w:ascii="Arial" w:hAnsi="Arial" w:cs="Arial"/>
          <w:b w:val="0"/>
          <w:noProof/>
        </w:rPr>
        <w:t>06.03.2019</w:t>
      </w:r>
      <w:r w:rsidR="00F22A86">
        <w:rPr>
          <w:rFonts w:ascii="Arial" w:hAnsi="Arial" w:cs="Arial"/>
          <w:b w:val="0"/>
          <w:lang w:val="en-US"/>
        </w:rPr>
        <w:fldChar w:fldCharType="end"/>
      </w:r>
    </w:p>
    <w:p w:rsidR="002B10BE" w:rsidRDefault="007C5984" w:rsidP="006D2FDD">
      <w:pPr>
        <w:rPr>
          <w:rFonts w:cs="Arial"/>
          <w:sz w:val="22"/>
          <w:szCs w:val="22"/>
        </w:rPr>
      </w:pPr>
      <w:r w:rsidRPr="007C5984">
        <w:rPr>
          <w:rFonts w:cs="Arial"/>
          <w:sz w:val="22"/>
          <w:szCs w:val="22"/>
        </w:rPr>
        <w:t>Das Problem: Zehn oder sogar 21 Kilometer am Stück zu laufen ist für Sportmuffel und Laufanfänger eine echte Herausforderung. Die Lösung: Mitmachen bei der Laufgruppe 0-10-21, die ab Mai wieder in Niedernhall und Mulfingen trainiert.</w:t>
      </w:r>
    </w:p>
    <w:p w:rsidR="00C83A9B" w:rsidRDefault="00C83A9B" w:rsidP="006D2FDD">
      <w:pPr>
        <w:rPr>
          <w:rFonts w:cs="Arial"/>
          <w:sz w:val="22"/>
          <w:szCs w:val="22"/>
        </w:rPr>
      </w:pPr>
    </w:p>
    <w:p w:rsidR="00C83A9B" w:rsidRDefault="00C83A9B" w:rsidP="006D2FDD">
      <w:pPr>
        <w:rPr>
          <w:sz w:val="22"/>
          <w:szCs w:val="22"/>
        </w:rPr>
      </w:pPr>
      <w:r>
        <w:rPr>
          <w:rFonts w:cs="Arial"/>
          <w:sz w:val="22"/>
          <w:szCs w:val="22"/>
        </w:rPr>
        <w:t xml:space="preserve">Bereits 2017 und 2018 war die Aktion ein voller Erfolg. </w:t>
      </w:r>
      <w:r w:rsidR="001128BA">
        <w:rPr>
          <w:rFonts w:cs="Arial"/>
          <w:sz w:val="22"/>
          <w:szCs w:val="22"/>
        </w:rPr>
        <w:t>Insgesamt rund 100 Teilnehmerinnen und Teilnehmer trainierten rund vier Monate lang gemeinsam</w:t>
      </w:r>
      <w:r w:rsidR="00CB7177">
        <w:rPr>
          <w:rFonts w:cs="Arial"/>
          <w:sz w:val="22"/>
          <w:szCs w:val="22"/>
        </w:rPr>
        <w:t xml:space="preserve"> </w:t>
      </w:r>
      <w:r w:rsidR="001128BA">
        <w:rPr>
          <w:rFonts w:cs="Arial"/>
          <w:sz w:val="22"/>
          <w:szCs w:val="22"/>
        </w:rPr>
        <w:t xml:space="preserve">unter der Leitung von </w:t>
      </w:r>
      <w:r w:rsidR="001128BA" w:rsidRPr="00B871B2">
        <w:rPr>
          <w:sz w:val="22"/>
          <w:szCs w:val="22"/>
        </w:rPr>
        <w:t>Ralf Stehle, Referent für Betriebliches Gesundheitsmanagement bei ebm-papst</w:t>
      </w:r>
      <w:r w:rsidR="001128BA">
        <w:rPr>
          <w:sz w:val="22"/>
          <w:szCs w:val="22"/>
        </w:rPr>
        <w:t xml:space="preserve">, und </w:t>
      </w:r>
      <w:r w:rsidR="0045131E">
        <w:rPr>
          <w:sz w:val="22"/>
          <w:szCs w:val="22"/>
        </w:rPr>
        <w:t>s</w:t>
      </w:r>
      <w:r w:rsidR="00603DF0">
        <w:rPr>
          <w:sz w:val="22"/>
          <w:szCs w:val="22"/>
        </w:rPr>
        <w:t>einem erfahrenen Trainerteam.</w:t>
      </w:r>
    </w:p>
    <w:p w:rsidR="00A70048" w:rsidRDefault="00A70048" w:rsidP="006D2FDD">
      <w:pPr>
        <w:rPr>
          <w:sz w:val="22"/>
          <w:szCs w:val="22"/>
        </w:rPr>
      </w:pPr>
    </w:p>
    <w:p w:rsidR="00A70048" w:rsidRDefault="00A70048" w:rsidP="006D2FDD">
      <w:pPr>
        <w:rPr>
          <w:rFonts w:cs="Arial"/>
          <w:sz w:val="22"/>
          <w:szCs w:val="22"/>
        </w:rPr>
      </w:pPr>
      <w:r>
        <w:rPr>
          <w:sz w:val="22"/>
          <w:szCs w:val="22"/>
        </w:rPr>
        <w:t xml:space="preserve">Für die dritte Auflage </w:t>
      </w:r>
      <w:r w:rsidRPr="00C83A9B">
        <w:rPr>
          <w:rFonts w:cs="Arial"/>
          <w:sz w:val="22"/>
          <w:szCs w:val="22"/>
        </w:rPr>
        <w:t xml:space="preserve">der Wettbewerbsvorbereitung </w:t>
      </w:r>
      <w:r>
        <w:rPr>
          <w:sz w:val="22"/>
          <w:szCs w:val="22"/>
        </w:rPr>
        <w:t xml:space="preserve">können sich ab sofort wieder interessierte Hobbyläufer und Sportneulinge anmelden, die Lust haben, </w:t>
      </w:r>
      <w:r w:rsidRPr="00C83A9B">
        <w:rPr>
          <w:rFonts w:cs="Arial"/>
          <w:sz w:val="22"/>
          <w:szCs w:val="22"/>
        </w:rPr>
        <w:t xml:space="preserve">beim </w:t>
      </w:r>
      <w:r>
        <w:rPr>
          <w:rFonts w:cs="Arial"/>
          <w:sz w:val="22"/>
          <w:szCs w:val="22"/>
        </w:rPr>
        <w:t>10</w:t>
      </w:r>
      <w:r w:rsidRPr="00C83A9B">
        <w:rPr>
          <w:rFonts w:cs="Arial"/>
          <w:sz w:val="22"/>
          <w:szCs w:val="22"/>
        </w:rPr>
        <w:t>-Kilometer-Lauf oder Halbmarat</w:t>
      </w:r>
      <w:r>
        <w:rPr>
          <w:rFonts w:cs="Arial"/>
          <w:sz w:val="22"/>
          <w:szCs w:val="22"/>
        </w:rPr>
        <w:t>hon des ebm-papst Marathons am 8. September 2019</w:t>
      </w:r>
      <w:r w:rsidRPr="00C83A9B">
        <w:rPr>
          <w:rFonts w:cs="Arial"/>
          <w:sz w:val="22"/>
          <w:szCs w:val="22"/>
        </w:rPr>
        <w:t xml:space="preserve"> </w:t>
      </w:r>
      <w:r>
        <w:rPr>
          <w:rFonts w:cs="Arial"/>
          <w:sz w:val="22"/>
          <w:szCs w:val="22"/>
        </w:rPr>
        <w:t>an den Start zu gehen</w:t>
      </w:r>
      <w:r w:rsidRPr="00C83A9B">
        <w:rPr>
          <w:rFonts w:cs="Arial"/>
          <w:sz w:val="22"/>
          <w:szCs w:val="22"/>
        </w:rPr>
        <w:t>.</w:t>
      </w:r>
    </w:p>
    <w:p w:rsidR="001128BA" w:rsidRDefault="001128BA" w:rsidP="006D2FDD">
      <w:pPr>
        <w:rPr>
          <w:rFonts w:cs="Arial"/>
          <w:sz w:val="22"/>
          <w:szCs w:val="22"/>
        </w:rPr>
      </w:pPr>
    </w:p>
    <w:p w:rsidR="00194E78" w:rsidRDefault="00194E78" w:rsidP="00C83A9B">
      <w:pPr>
        <w:rPr>
          <w:rFonts w:cs="Arial"/>
          <w:sz w:val="22"/>
          <w:szCs w:val="22"/>
        </w:rPr>
      </w:pPr>
      <w:r>
        <w:rPr>
          <w:rFonts w:cs="Arial"/>
          <w:sz w:val="22"/>
          <w:szCs w:val="22"/>
        </w:rPr>
        <w:t xml:space="preserve">Trainiert wird ab Mitte Mai jeweils dienstags um 18:30 Uhr in Niedernhall und </w:t>
      </w:r>
      <w:r w:rsidR="002B5DBF">
        <w:rPr>
          <w:rFonts w:cs="Arial"/>
          <w:sz w:val="22"/>
          <w:szCs w:val="22"/>
        </w:rPr>
        <w:t xml:space="preserve">mittwochs </w:t>
      </w:r>
      <w:r>
        <w:rPr>
          <w:rFonts w:cs="Arial"/>
          <w:sz w:val="22"/>
          <w:szCs w:val="22"/>
        </w:rPr>
        <w:t xml:space="preserve">um 17 Uhr in Mulfingen. In beiden Gruppen gibt es schnellere und langsamere Laufteams, damit für jeden das passende Tempo dabei ist. </w:t>
      </w:r>
      <w:r w:rsidR="00D21801">
        <w:rPr>
          <w:rFonts w:cs="Arial"/>
          <w:sz w:val="22"/>
          <w:szCs w:val="22"/>
        </w:rPr>
        <w:t xml:space="preserve">Belastung und Laufdistanz werden nach und nach gesteigert. </w:t>
      </w:r>
      <w:r w:rsidR="00D21801" w:rsidRPr="00C83A9B">
        <w:rPr>
          <w:rFonts w:cs="Arial"/>
          <w:sz w:val="22"/>
          <w:szCs w:val="22"/>
        </w:rPr>
        <w:t>Jeder Teilnehmer erhält einen persönlichen Trainingsplan, der ihn auch bei den Trainingseinheiten zu Hause unterstützt.</w:t>
      </w:r>
    </w:p>
    <w:p w:rsidR="00C83A9B" w:rsidRPr="00C83A9B" w:rsidRDefault="00C83A9B" w:rsidP="00C83A9B">
      <w:pPr>
        <w:rPr>
          <w:rFonts w:cs="Arial"/>
          <w:sz w:val="22"/>
          <w:szCs w:val="22"/>
        </w:rPr>
      </w:pPr>
    </w:p>
    <w:p w:rsidR="007C5984" w:rsidRDefault="00C83A9B" w:rsidP="00C83A9B">
      <w:pPr>
        <w:rPr>
          <w:rFonts w:cs="Arial"/>
          <w:sz w:val="22"/>
          <w:szCs w:val="22"/>
        </w:rPr>
      </w:pPr>
      <w:r w:rsidRPr="00C83A9B">
        <w:rPr>
          <w:rFonts w:cs="Arial"/>
          <w:sz w:val="22"/>
          <w:szCs w:val="22"/>
        </w:rPr>
        <w:t xml:space="preserve">Der Startschuss für 0-10-21 fällt am </w:t>
      </w:r>
      <w:r w:rsidR="00120B47">
        <w:rPr>
          <w:rFonts w:cs="Arial"/>
          <w:sz w:val="22"/>
          <w:szCs w:val="22"/>
        </w:rPr>
        <w:t>Donnerstag, 4</w:t>
      </w:r>
      <w:r w:rsidRPr="00C83A9B">
        <w:rPr>
          <w:rFonts w:cs="Arial"/>
          <w:sz w:val="22"/>
          <w:szCs w:val="22"/>
        </w:rPr>
        <w:t xml:space="preserve">. </w:t>
      </w:r>
      <w:r w:rsidR="00120B47">
        <w:rPr>
          <w:rFonts w:cs="Arial"/>
          <w:sz w:val="22"/>
          <w:szCs w:val="22"/>
        </w:rPr>
        <w:t>April 2019</w:t>
      </w:r>
      <w:r w:rsidRPr="00C83A9B">
        <w:rPr>
          <w:rFonts w:cs="Arial"/>
          <w:sz w:val="22"/>
          <w:szCs w:val="22"/>
        </w:rPr>
        <w:t xml:space="preserve"> um 17 Uhr bei ebm-papst in Mulfingen. Hier bekommen interessierte Teilnehmer erste Tipps für den Start und genauere Inf</w:t>
      </w:r>
      <w:r w:rsidR="00120B47">
        <w:rPr>
          <w:rFonts w:cs="Arial"/>
          <w:sz w:val="22"/>
          <w:szCs w:val="22"/>
        </w:rPr>
        <w:t xml:space="preserve">ormationen zum weiteren Ablauf. </w:t>
      </w:r>
      <w:r w:rsidRPr="00C83A9B">
        <w:rPr>
          <w:rFonts w:cs="Arial"/>
          <w:sz w:val="22"/>
          <w:szCs w:val="22"/>
        </w:rPr>
        <w:t>Die Anmeldung ist per Mail unter Angabe des vollständigen Namens, der Mailadresse, der sportlichen Vorerfahrung</w:t>
      </w:r>
      <w:r w:rsidR="00120B47">
        <w:rPr>
          <w:rFonts w:cs="Arial"/>
          <w:sz w:val="22"/>
          <w:szCs w:val="22"/>
        </w:rPr>
        <w:t>, der T-Shirt-Größe</w:t>
      </w:r>
      <w:r w:rsidRPr="00C83A9B">
        <w:rPr>
          <w:rFonts w:cs="Arial"/>
          <w:sz w:val="22"/>
          <w:szCs w:val="22"/>
        </w:rPr>
        <w:t xml:space="preserve"> und des bevorzugten Trainingsortes (Niedernhall oder Mulfingen) über </w:t>
      </w:r>
      <w:hyperlink r:id="rId7" w:history="1">
        <w:r w:rsidR="00120B47" w:rsidRPr="00DB2F3D">
          <w:rPr>
            <w:rStyle w:val="Hyperlink"/>
            <w:rFonts w:cs="Arial"/>
            <w:sz w:val="22"/>
            <w:szCs w:val="22"/>
          </w:rPr>
          <w:t>trainingscamp@ebmpapst-marathon.de</w:t>
        </w:r>
      </w:hyperlink>
      <w:r w:rsidR="00120B47">
        <w:rPr>
          <w:rFonts w:cs="Arial"/>
          <w:sz w:val="22"/>
          <w:szCs w:val="22"/>
        </w:rPr>
        <w:t xml:space="preserve"> </w:t>
      </w:r>
      <w:r w:rsidRPr="00C83A9B">
        <w:rPr>
          <w:rFonts w:cs="Arial"/>
          <w:sz w:val="22"/>
          <w:szCs w:val="22"/>
        </w:rPr>
        <w:t xml:space="preserve">möglich. Eine sportmedizinische Untersuchung im Vorfeld der Teilnahme wird empfohlen. Schnell sein lohnt sich: </w:t>
      </w:r>
      <w:r w:rsidR="00120B47">
        <w:rPr>
          <w:rFonts w:cs="Arial"/>
          <w:sz w:val="22"/>
          <w:szCs w:val="22"/>
        </w:rPr>
        <w:t>Die Teilnehmerzahl ist begrenzt. Anmeldeschluss ist Sonntag, der 31. März 2019.</w:t>
      </w:r>
    </w:p>
    <w:p w:rsidR="00120B47" w:rsidRPr="00C83A9B" w:rsidRDefault="00120B47" w:rsidP="00C83A9B">
      <w:pPr>
        <w:rPr>
          <w:rFonts w:cs="Arial"/>
          <w:sz w:val="22"/>
          <w:szCs w:val="22"/>
        </w:rPr>
      </w:pPr>
    </w:p>
    <w:p w:rsidR="00A15BB7" w:rsidRDefault="00A15BB7" w:rsidP="006D2FDD">
      <w:pPr>
        <w:rPr>
          <w:rFonts w:cs="Arial"/>
          <w:b/>
          <w:sz w:val="22"/>
          <w:szCs w:val="22"/>
        </w:rPr>
      </w:pPr>
      <w:r w:rsidRPr="00726303">
        <w:rPr>
          <w:rFonts w:cs="Arial"/>
          <w:b/>
          <w:sz w:val="22"/>
          <w:szCs w:val="22"/>
        </w:rPr>
        <w:t xml:space="preserve">Bildunterschriften (Foto: </w:t>
      </w:r>
      <w:r w:rsidR="00C74D9E">
        <w:rPr>
          <w:rFonts w:cs="Arial"/>
          <w:b/>
          <w:sz w:val="22"/>
          <w:szCs w:val="22"/>
        </w:rPr>
        <w:t>ebm-papst</w:t>
      </w:r>
      <w:r w:rsidRPr="00726303">
        <w:rPr>
          <w:rFonts w:cs="Arial"/>
          <w:b/>
          <w:sz w:val="22"/>
          <w:szCs w:val="22"/>
        </w:rPr>
        <w:t>)</w:t>
      </w:r>
    </w:p>
    <w:p w:rsidR="00C74D9E" w:rsidRDefault="00C74D9E" w:rsidP="006D2FDD">
      <w:pPr>
        <w:rPr>
          <w:rFonts w:cs="Arial"/>
          <w:sz w:val="22"/>
          <w:szCs w:val="22"/>
        </w:rPr>
      </w:pPr>
      <w:r>
        <w:rPr>
          <w:rFonts w:cs="Arial"/>
          <w:sz w:val="22"/>
          <w:szCs w:val="22"/>
        </w:rPr>
        <w:t>Die Teilnehmer von 0-10-21 beim ebm-papst Marathon 2018.</w:t>
      </w:r>
    </w:p>
    <w:p w:rsidR="004F5F96" w:rsidRDefault="004F5F96" w:rsidP="006D2FDD">
      <w:pPr>
        <w:rPr>
          <w:rFonts w:cs="Arial"/>
          <w:sz w:val="22"/>
          <w:szCs w:val="22"/>
        </w:rPr>
      </w:pPr>
    </w:p>
    <w:p w:rsidR="004F5F96" w:rsidRPr="00AA0982" w:rsidRDefault="004F5F96" w:rsidP="004F5F96">
      <w:pPr>
        <w:rPr>
          <w:rFonts w:cs="Arial"/>
          <w:b/>
          <w:color w:val="000000" w:themeColor="text1"/>
          <w:sz w:val="22"/>
          <w:szCs w:val="22"/>
        </w:rPr>
      </w:pPr>
      <w:r w:rsidRPr="00AA0982">
        <w:rPr>
          <w:rFonts w:cs="Arial"/>
          <w:b/>
          <w:color w:val="000000" w:themeColor="text1"/>
          <w:sz w:val="22"/>
          <w:szCs w:val="22"/>
        </w:rPr>
        <w:t>Über den ebm-papst Marathon</w:t>
      </w:r>
    </w:p>
    <w:p w:rsidR="00AA0982" w:rsidRPr="00AA0982" w:rsidRDefault="00AA0982" w:rsidP="00AA0982">
      <w:pPr>
        <w:rPr>
          <w:rFonts w:cs="Arial"/>
          <w:color w:val="000000" w:themeColor="text1"/>
          <w:sz w:val="22"/>
          <w:szCs w:val="22"/>
        </w:rPr>
      </w:pPr>
      <w:r>
        <w:rPr>
          <w:rFonts w:cs="Arial"/>
          <w:color w:val="000000" w:themeColor="text1"/>
          <w:sz w:val="22"/>
          <w:szCs w:val="22"/>
        </w:rPr>
        <w:t>Der 23. ebm-papst Marathon findet am 7. und 8. September 2019</w:t>
      </w:r>
      <w:r w:rsidR="004F5F96" w:rsidRPr="00AA0982">
        <w:rPr>
          <w:rFonts w:cs="Arial"/>
          <w:color w:val="000000" w:themeColor="text1"/>
          <w:sz w:val="22"/>
          <w:szCs w:val="22"/>
        </w:rPr>
        <w:t xml:space="preserve"> in Niedernhall statt. Anmeldungen sind online unter </w:t>
      </w:r>
      <w:hyperlink r:id="rId8" w:history="1">
        <w:r w:rsidRPr="00DB2F3D">
          <w:rPr>
            <w:rStyle w:val="Hyperlink"/>
            <w:rFonts w:cs="Arial"/>
            <w:sz w:val="22"/>
            <w:szCs w:val="22"/>
          </w:rPr>
          <w:t>www.ebmpapst-marathon.de</w:t>
        </w:r>
      </w:hyperlink>
      <w:r>
        <w:rPr>
          <w:rFonts w:cs="Arial"/>
          <w:color w:val="000000" w:themeColor="text1"/>
          <w:sz w:val="22"/>
          <w:szCs w:val="22"/>
        </w:rPr>
        <w:t xml:space="preserve"> </w:t>
      </w:r>
      <w:r w:rsidR="004F5F96" w:rsidRPr="00AA0982">
        <w:rPr>
          <w:rFonts w:cs="Arial"/>
          <w:color w:val="000000" w:themeColor="text1"/>
          <w:sz w:val="22"/>
          <w:szCs w:val="22"/>
        </w:rPr>
        <w:t xml:space="preserve">möglich. </w:t>
      </w:r>
      <w:r w:rsidRPr="00AA0982">
        <w:rPr>
          <w:rFonts w:cs="Arial"/>
          <w:color w:val="000000" w:themeColor="text1"/>
          <w:sz w:val="22"/>
          <w:szCs w:val="22"/>
        </w:rPr>
        <w:t>Die Startgebühren (</w:t>
      </w:r>
      <w:r>
        <w:rPr>
          <w:rFonts w:cs="Arial"/>
          <w:color w:val="000000" w:themeColor="text1"/>
          <w:sz w:val="22"/>
          <w:szCs w:val="22"/>
        </w:rPr>
        <w:t>Anmeldebeginn 1. April, Frühbucher-Tarif bis 30.06.19</w:t>
      </w:r>
      <w:r w:rsidRPr="00AA0982">
        <w:rPr>
          <w:rFonts w:cs="Arial"/>
          <w:color w:val="000000" w:themeColor="text1"/>
          <w:sz w:val="22"/>
          <w:szCs w:val="22"/>
        </w:rPr>
        <w:t xml:space="preserve">) für die Hauptläufe liegen bei 25 Euro für den </w:t>
      </w:r>
      <w:r w:rsidRPr="00AA0982">
        <w:rPr>
          <w:rFonts w:cs="Arial"/>
          <w:color w:val="000000" w:themeColor="text1"/>
          <w:sz w:val="22"/>
          <w:szCs w:val="22"/>
        </w:rPr>
        <w:lastRenderedPageBreak/>
        <w:t>Marathon, 38 Euro für den Duo-Marathon, 22 Euro für den Halbmarathon und 17 Euro für den 10-km-Lauf. Handbiker zahlen 27 Euro, Inliner 22 Euro und Nordic Walker 15 Euro. Der Start bei den Kinder-Disziplinen kostet 10 Euro. Nachmeldungen vor Ort sind bis jeweils eine Stunde vor Start der jeweiligen Disziplin möglich, es fällt ein Zuschlag von zehn Euro auf den Spätbucher-Preis an (ausgenommen Nordic Walking Kinderläuf</w:t>
      </w:r>
      <w:r>
        <w:rPr>
          <w:rFonts w:cs="Arial"/>
          <w:color w:val="000000" w:themeColor="text1"/>
          <w:sz w:val="22"/>
          <w:szCs w:val="22"/>
        </w:rPr>
        <w:t>e). Gestartet wird am Samstag, 7. September 2019</w:t>
      </w:r>
      <w:r w:rsidRPr="00AA0982">
        <w:rPr>
          <w:rFonts w:cs="Arial"/>
          <w:color w:val="000000" w:themeColor="text1"/>
          <w:sz w:val="22"/>
          <w:szCs w:val="22"/>
        </w:rPr>
        <w:t xml:space="preserve"> um 15 Uhr mit dem Nordic Walking über 7,5 u</w:t>
      </w:r>
      <w:r>
        <w:rPr>
          <w:rFonts w:cs="Arial"/>
          <w:color w:val="000000" w:themeColor="text1"/>
          <w:sz w:val="22"/>
          <w:szCs w:val="22"/>
        </w:rPr>
        <w:t>nd 12,5 Kilometer. Am Sonntag, 8</w:t>
      </w:r>
      <w:r w:rsidRPr="00AA0982">
        <w:rPr>
          <w:rFonts w:cs="Arial"/>
          <w:color w:val="000000" w:themeColor="text1"/>
          <w:sz w:val="22"/>
          <w:szCs w:val="22"/>
        </w:rPr>
        <w:t xml:space="preserve">. September fällt um 8.30 Uhr der Startschuss für Marathon und Duo-Marathon. Weiter geht es ab 9.05 Uhr mit dem Zehn-Kilometer-Lauf und ab 9.25 Uhr mit dem Halbmarathon. Zwischen 12.30 Uhr und 13.20 Uhr beginnen die Kinder-Disziplinen. </w:t>
      </w:r>
    </w:p>
    <w:p w:rsidR="00AA0982" w:rsidRDefault="00AA0982" w:rsidP="00AA0982">
      <w:pPr>
        <w:rPr>
          <w:rFonts w:cs="Arial"/>
          <w:color w:val="000000" w:themeColor="text1"/>
          <w:sz w:val="22"/>
          <w:szCs w:val="22"/>
        </w:rPr>
      </w:pPr>
      <w:r w:rsidRPr="00AA0982">
        <w:rPr>
          <w:rFonts w:cs="Arial"/>
          <w:color w:val="000000" w:themeColor="text1"/>
          <w:sz w:val="22"/>
          <w:szCs w:val="22"/>
        </w:rPr>
        <w:t>Den Abschluss machen die Handbiker ab 14 Uhr und Inliner ab 14.45 Uhr.</w:t>
      </w:r>
    </w:p>
    <w:p w:rsidR="00AA0982" w:rsidRDefault="00AA0982" w:rsidP="00AA0982">
      <w:pPr>
        <w:rPr>
          <w:rFonts w:cs="Arial"/>
          <w:color w:val="000000" w:themeColor="text1"/>
          <w:sz w:val="22"/>
          <w:szCs w:val="22"/>
        </w:rPr>
      </w:pPr>
    </w:p>
    <w:p w:rsidR="00A15BB7" w:rsidRPr="00AA0982" w:rsidRDefault="00A15BB7" w:rsidP="00AA0982">
      <w:pPr>
        <w:rPr>
          <w:rFonts w:cs="Arial"/>
          <w:b/>
          <w:color w:val="000000" w:themeColor="text1"/>
          <w:sz w:val="22"/>
          <w:szCs w:val="22"/>
        </w:rPr>
      </w:pPr>
      <w:r w:rsidRPr="00AA0982">
        <w:rPr>
          <w:rFonts w:cs="Arial"/>
          <w:b/>
          <w:color w:val="000000" w:themeColor="text1"/>
          <w:sz w:val="22"/>
          <w:szCs w:val="22"/>
        </w:rPr>
        <w:t>Über ebm-papst</w:t>
      </w:r>
    </w:p>
    <w:p w:rsidR="00A15BB7" w:rsidRPr="00EE478C" w:rsidRDefault="00A15BB7" w:rsidP="00AA0982">
      <w:pPr>
        <w:rPr>
          <w:rFonts w:cs="Arial"/>
          <w:color w:val="000000" w:themeColor="text1"/>
          <w:sz w:val="22"/>
          <w:szCs w:val="22"/>
        </w:rPr>
      </w:pPr>
      <w:r w:rsidRPr="00AA0982">
        <w:rPr>
          <w:rFonts w:cs="Arial"/>
          <w:color w:val="000000" w:themeColor="text1"/>
          <w:sz w:val="22"/>
          <w:szCs w:val="22"/>
        </w:rPr>
        <w:t>Die ebm-papst Gruppe ist der weltweit führende Hersteller von Ventilatoren und Motoren. Seit Gründung setzt das Technologieunternehmen kontinuierlich weltweite</w:t>
      </w:r>
      <w:r w:rsidRPr="00EE478C">
        <w:rPr>
          <w:rFonts w:cs="Arial"/>
          <w:color w:val="000000" w:themeColor="text1"/>
          <w:sz w:val="22"/>
          <w:szCs w:val="22"/>
        </w:rPr>
        <w:t xml:space="preserve"> Marktstandards: von der digitalen Vernetzung elektronisch geregelter EC-Ventilatoren über die aerodynamische Verbesserung der Ventilatorflügel, bis hin zur ressourcenschonenden Materialauswahl.</w:t>
      </w:r>
    </w:p>
    <w:p w:rsidR="00A15BB7" w:rsidRPr="00EE478C" w:rsidRDefault="00A15BB7" w:rsidP="00EE478C">
      <w:pPr>
        <w:rPr>
          <w:rFonts w:cs="Arial"/>
          <w:color w:val="000000" w:themeColor="text1"/>
          <w:sz w:val="22"/>
          <w:szCs w:val="22"/>
        </w:rPr>
      </w:pPr>
      <w:r w:rsidRPr="00EE478C">
        <w:rPr>
          <w:rFonts w:cs="Arial"/>
          <w:color w:val="000000" w:themeColor="text1"/>
          <w:sz w:val="22"/>
          <w:szCs w:val="22"/>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A15BB7" w:rsidRPr="00EE478C" w:rsidRDefault="00A15BB7" w:rsidP="00EE478C">
      <w:pPr>
        <w:rPr>
          <w:rFonts w:cs="Arial"/>
          <w:color w:val="000000" w:themeColor="text1"/>
          <w:sz w:val="22"/>
          <w:szCs w:val="22"/>
        </w:rPr>
      </w:pPr>
    </w:p>
    <w:sectPr w:rsidR="00A15BB7" w:rsidRPr="00EE478C"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AA2" w:rsidRDefault="00CC3AA2" w:rsidP="002B10BE">
      <w:r>
        <w:separator/>
      </w:r>
    </w:p>
  </w:endnote>
  <w:endnote w:type="continuationSeparator" w:id="0">
    <w:p w:rsidR="00CC3AA2" w:rsidRDefault="00CC3AA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AA2" w:rsidRDefault="00CC3AA2" w:rsidP="002B10BE">
      <w:r>
        <w:separator/>
      </w:r>
    </w:p>
  </w:footnote>
  <w:footnote w:type="continuationSeparator" w:id="0">
    <w:p w:rsidR="00CC3AA2" w:rsidRDefault="00CC3AA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46B5EACC" wp14:editId="4BFD696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3C07CD6" wp14:editId="1A820C5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7200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7200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7200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7200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0A201CFB" wp14:editId="0D04859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C72004"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806EE0" w:rsidRPr="00FF116E" w:rsidRDefault="00806EE0" w:rsidP="002B10BE">
                          <w:pPr>
                            <w:widowControl w:val="0"/>
                            <w:autoSpaceDE w:val="0"/>
                            <w:autoSpaceDN w:val="0"/>
                            <w:adjustRightInd w:val="0"/>
                            <w:rPr>
                              <w:rFonts w:eastAsia="MS Mincho" w:cs="Arial"/>
                              <w:sz w:val="16"/>
                              <w:szCs w:val="16"/>
                            </w:rPr>
                          </w:pPr>
                          <w:r>
                            <w:rPr>
                              <w:rFonts w:eastAsia="MS Mincho" w:cs="Arial"/>
                              <w:sz w:val="16"/>
                              <w:szCs w:val="16"/>
                            </w:rPr>
                            <w:t>Autor:</w:t>
                          </w:r>
                          <w:r w:rsidR="00EF3E9C">
                            <w:rPr>
                              <w:rFonts w:eastAsia="MS Mincho" w:cs="Arial"/>
                              <w:sz w:val="16"/>
                              <w:szCs w:val="16"/>
                            </w:rPr>
                            <w:t xml:space="preserve"> Sandra Kuberski, Referentin Unternehmenskommunikation ebm-papst Gruppe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9A3CA6"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806EE0" w:rsidRPr="00FF116E" w:rsidRDefault="00806EE0" w:rsidP="002B10BE">
                    <w:pPr>
                      <w:widowControl w:val="0"/>
                      <w:autoSpaceDE w:val="0"/>
                      <w:autoSpaceDN w:val="0"/>
                      <w:adjustRightInd w:val="0"/>
                      <w:rPr>
                        <w:rFonts w:eastAsia="MS Mincho" w:cs="Arial"/>
                        <w:sz w:val="16"/>
                        <w:szCs w:val="16"/>
                      </w:rPr>
                    </w:pPr>
                    <w:r>
                      <w:rPr>
                        <w:rFonts w:eastAsia="MS Mincho" w:cs="Arial"/>
                        <w:sz w:val="16"/>
                        <w:szCs w:val="16"/>
                      </w:rPr>
                      <w:t>Autor:</w:t>
                    </w:r>
                    <w:r w:rsidR="00EF3E9C">
                      <w:rPr>
                        <w:rFonts w:eastAsia="MS Mincho" w:cs="Arial"/>
                        <w:sz w:val="16"/>
                        <w:szCs w:val="16"/>
                      </w:rPr>
                      <w:t xml:space="preserve"> Sandra Kuberski, Referentin Unternehmenskommunikation ebm-papst Gruppe</w:t>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7D00"/>
    <w:rsid w:val="000706A3"/>
    <w:rsid w:val="000F34B0"/>
    <w:rsid w:val="001128BA"/>
    <w:rsid w:val="00120B47"/>
    <w:rsid w:val="0013755A"/>
    <w:rsid w:val="00194E78"/>
    <w:rsid w:val="001F6896"/>
    <w:rsid w:val="002B10BE"/>
    <w:rsid w:val="002B5DBF"/>
    <w:rsid w:val="0042417C"/>
    <w:rsid w:val="0045131E"/>
    <w:rsid w:val="0045307B"/>
    <w:rsid w:val="004F5F96"/>
    <w:rsid w:val="005C0AF9"/>
    <w:rsid w:val="005F143E"/>
    <w:rsid w:val="00603DF0"/>
    <w:rsid w:val="006D2FDD"/>
    <w:rsid w:val="00726303"/>
    <w:rsid w:val="007C5984"/>
    <w:rsid w:val="00806EE0"/>
    <w:rsid w:val="00812A5A"/>
    <w:rsid w:val="00865FCC"/>
    <w:rsid w:val="00923A53"/>
    <w:rsid w:val="009A3CA6"/>
    <w:rsid w:val="00A15BB7"/>
    <w:rsid w:val="00A70048"/>
    <w:rsid w:val="00AA0982"/>
    <w:rsid w:val="00C72004"/>
    <w:rsid w:val="00C74D9E"/>
    <w:rsid w:val="00C83A9B"/>
    <w:rsid w:val="00CB7177"/>
    <w:rsid w:val="00CC3AA2"/>
    <w:rsid w:val="00D21801"/>
    <w:rsid w:val="00D244C6"/>
    <w:rsid w:val="00D55946"/>
    <w:rsid w:val="00EE478C"/>
    <w:rsid w:val="00EF3E9C"/>
    <w:rsid w:val="00F22A86"/>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marathon.de" TargetMode="External"/><Relationship Id="rId3" Type="http://schemas.openxmlformats.org/officeDocument/2006/relationships/settings" Target="settings.xml"/><Relationship Id="rId7" Type="http://schemas.openxmlformats.org/officeDocument/2006/relationships/hyperlink" Target="mailto:trainingscamp@ebmpapst-marathon.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A8AC45D5.dotm</Template>
  <TotalTime>0</TotalTime>
  <Pages>2</Pages>
  <Words>587</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PI - Mit 0-10-21 zum ebm-papst Marathon</vt:lpstr>
    </vt:vector>
  </TitlesOfParts>
  <Company>Scanner GmbH Künzelsau</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Mit 0-10-21 zum ebm-papst Marathon</dc:title>
  <dc:creator>Kuberski, Sandra</dc:creator>
  <cp:lastModifiedBy>Hannig, Hauke</cp:lastModifiedBy>
  <cp:revision>3</cp:revision>
  <cp:lastPrinted>2019-03-06T09:56:00Z</cp:lastPrinted>
  <dcterms:created xsi:type="dcterms:W3CDTF">2019-03-06T09:56:00Z</dcterms:created>
  <dcterms:modified xsi:type="dcterms:W3CDTF">2019-03-06T09:56:00Z</dcterms:modified>
</cp:coreProperties>
</file>